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29FC977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C63ED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</w:t>
      </w:r>
      <w:r w:rsidR="00FF5DBD">
        <w:rPr>
          <w:lang w:eastAsia="cs-CZ"/>
        </w:rPr>
        <w:t>D</w:t>
      </w:r>
    </w:p>
    <w:p w14:paraId="23CFC1D4" w14:textId="77777777" w:rsidR="00753FBE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2D7E1ED" w14:textId="77777777" w:rsidR="00753FBE" w:rsidRDefault="00753FBE" w:rsidP="00753FBE">
      <w:pPr>
        <w:pStyle w:val="Identifikace"/>
        <w:rPr>
          <w:lang w:eastAsia="cs-CZ"/>
        </w:rPr>
      </w:pPr>
      <w:r w:rsidRPr="00057842">
        <w:rPr>
          <w:rStyle w:val="Tun0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   </w:t>
      </w:r>
      <w:r w:rsidRPr="005170FE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F02F89E" w14:textId="77777777" w:rsidR="00753FBE" w:rsidRDefault="00753FBE" w:rsidP="00753F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   </w:t>
      </w:r>
      <w:r w:rsidRPr="005170FE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3008B618" w14:textId="77777777" w:rsidR="00753FBE" w:rsidRDefault="00753FBE" w:rsidP="00753F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   </w:t>
      </w:r>
      <w:r w:rsidRPr="005170FE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593E7163" w14:textId="77777777" w:rsidR="00753FBE" w:rsidRDefault="00753FBE" w:rsidP="00753FBE">
      <w:pPr>
        <w:pStyle w:val="Identifikace"/>
      </w:pPr>
      <w:r>
        <w:t>Zastoupen</w:t>
      </w:r>
      <w:r>
        <w:tab/>
        <w:t xml:space="preserve">                      </w:t>
      </w:r>
      <w:r w:rsidRPr="005170FE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p w14:paraId="6B104607" w14:textId="77777777" w:rsidR="00753FBE" w:rsidRDefault="00753FBE" w:rsidP="00544BE8">
      <w:pPr>
        <w:rPr>
          <w:rStyle w:val="tun"/>
          <w:rFonts w:eastAsiaTheme="minorHAnsi"/>
          <w:b w:val="0"/>
          <w:bCs/>
        </w:rPr>
      </w:pPr>
    </w:p>
    <w:p w14:paraId="07990C02" w14:textId="307D7E39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3A2003">
        <w:rPr>
          <w:lang w:eastAsia="cs-CZ"/>
        </w:rPr>
        <w:t xml:space="preserve">sektorovou </w:t>
      </w:r>
      <w:r w:rsidR="006D392E" w:rsidRPr="001708F9">
        <w:rPr>
          <w:lang w:eastAsia="cs-CZ"/>
        </w:rPr>
        <w:t>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1E2FD3">
        <w:rPr>
          <w:rStyle w:val="tun"/>
          <w:rFonts w:eastAsiaTheme="minorHAnsi"/>
        </w:rPr>
        <w:t>Pořízení užitkových elektrických vozidel pro potřeby Správy železnic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6D598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6D598E">
        <w:rPr>
          <w:highlight w:val="green"/>
        </w:rPr>
        <w:t>]</w:t>
      </w:r>
      <w:r>
        <w:t xml:space="preserve"> dne </w:t>
      </w:r>
      <w:r w:rsidR="00F83CEA" w:rsidRPr="006D598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6D598E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7FC64" w14:textId="77777777" w:rsidR="00EC49FC" w:rsidRDefault="00EC49FC" w:rsidP="00962258">
      <w:pPr>
        <w:spacing w:after="0" w:line="240" w:lineRule="auto"/>
      </w:pPr>
      <w:r>
        <w:separator/>
      </w:r>
    </w:p>
  </w:endnote>
  <w:endnote w:type="continuationSeparator" w:id="0">
    <w:p w14:paraId="11F2A110" w14:textId="77777777" w:rsidR="00EC49FC" w:rsidRDefault="00EC4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371AE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0CF5BF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0B4D6F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4A0D9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00BF7" w14:textId="77777777" w:rsidR="00EC49FC" w:rsidRDefault="00EC49FC" w:rsidP="00962258">
      <w:pPr>
        <w:spacing w:after="0" w:line="240" w:lineRule="auto"/>
      </w:pPr>
      <w:r>
        <w:separator/>
      </w:r>
    </w:p>
  </w:footnote>
  <w:footnote w:type="continuationSeparator" w:id="0">
    <w:p w14:paraId="2A32F081" w14:textId="77777777" w:rsidR="00EC49FC" w:rsidRDefault="00EC4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42ADF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3373"/>
    <w:rsid w:val="001E2FD3"/>
    <w:rsid w:val="00207DF5"/>
    <w:rsid w:val="00280E07"/>
    <w:rsid w:val="00287654"/>
    <w:rsid w:val="002C31BF"/>
    <w:rsid w:val="002D08B1"/>
    <w:rsid w:val="002E0CD7"/>
    <w:rsid w:val="003229A2"/>
    <w:rsid w:val="00341DCF"/>
    <w:rsid w:val="00357BC6"/>
    <w:rsid w:val="003813B7"/>
    <w:rsid w:val="003956C6"/>
    <w:rsid w:val="003A2003"/>
    <w:rsid w:val="003C5C92"/>
    <w:rsid w:val="003D6970"/>
    <w:rsid w:val="003E58EA"/>
    <w:rsid w:val="00441430"/>
    <w:rsid w:val="00450F07"/>
    <w:rsid w:val="00453CD3"/>
    <w:rsid w:val="00460660"/>
    <w:rsid w:val="0046363B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B079D"/>
    <w:rsid w:val="005F1404"/>
    <w:rsid w:val="0061068E"/>
    <w:rsid w:val="0062488D"/>
    <w:rsid w:val="00654CE5"/>
    <w:rsid w:val="00660AD3"/>
    <w:rsid w:val="00677B7F"/>
    <w:rsid w:val="00681392"/>
    <w:rsid w:val="006A5570"/>
    <w:rsid w:val="006A689C"/>
    <w:rsid w:val="006B3D79"/>
    <w:rsid w:val="006C63ED"/>
    <w:rsid w:val="006D392E"/>
    <w:rsid w:val="006D598E"/>
    <w:rsid w:val="006D7AFE"/>
    <w:rsid w:val="006E04D1"/>
    <w:rsid w:val="006E0578"/>
    <w:rsid w:val="006E314D"/>
    <w:rsid w:val="00710723"/>
    <w:rsid w:val="00723ED1"/>
    <w:rsid w:val="00743525"/>
    <w:rsid w:val="00753FBE"/>
    <w:rsid w:val="0076286B"/>
    <w:rsid w:val="00766846"/>
    <w:rsid w:val="0077673A"/>
    <w:rsid w:val="007846E1"/>
    <w:rsid w:val="0079184A"/>
    <w:rsid w:val="0079516E"/>
    <w:rsid w:val="007B570C"/>
    <w:rsid w:val="007C3185"/>
    <w:rsid w:val="007C589B"/>
    <w:rsid w:val="007E4A6E"/>
    <w:rsid w:val="007F56A7"/>
    <w:rsid w:val="00807DD0"/>
    <w:rsid w:val="008320F8"/>
    <w:rsid w:val="008659F3"/>
    <w:rsid w:val="008704BA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6BF"/>
    <w:rsid w:val="00923DE9"/>
    <w:rsid w:val="00936091"/>
    <w:rsid w:val="00940D8A"/>
    <w:rsid w:val="00962258"/>
    <w:rsid w:val="009678B7"/>
    <w:rsid w:val="009721B6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4DB1"/>
    <w:rsid w:val="00AA65FA"/>
    <w:rsid w:val="00AA7351"/>
    <w:rsid w:val="00AB62AB"/>
    <w:rsid w:val="00AC3D0F"/>
    <w:rsid w:val="00AD056F"/>
    <w:rsid w:val="00AD6731"/>
    <w:rsid w:val="00AE26B3"/>
    <w:rsid w:val="00B15D0D"/>
    <w:rsid w:val="00B75EE1"/>
    <w:rsid w:val="00B77481"/>
    <w:rsid w:val="00B8518B"/>
    <w:rsid w:val="00BA0EFC"/>
    <w:rsid w:val="00BD193D"/>
    <w:rsid w:val="00BD7E91"/>
    <w:rsid w:val="00C02D0A"/>
    <w:rsid w:val="00C03A6E"/>
    <w:rsid w:val="00C15D7C"/>
    <w:rsid w:val="00C21662"/>
    <w:rsid w:val="00C44F6A"/>
    <w:rsid w:val="00C47AE3"/>
    <w:rsid w:val="00CD1FC4"/>
    <w:rsid w:val="00D0606B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5EA3"/>
    <w:rsid w:val="00E16C19"/>
    <w:rsid w:val="00E2278C"/>
    <w:rsid w:val="00EB104F"/>
    <w:rsid w:val="00EC49FC"/>
    <w:rsid w:val="00ED14BD"/>
    <w:rsid w:val="00ED1EE2"/>
    <w:rsid w:val="00EE5A40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E669D"/>
    <w:rsid w:val="00FF0321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  <w:style w:type="character" w:customStyle="1" w:styleId="Tun0">
    <w:name w:val="Tučně"/>
    <w:basedOn w:val="Standardnpsmoodstavce"/>
    <w:uiPriority w:val="1"/>
    <w:qFormat/>
    <w:rsid w:val="00753FBE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Kresová Petra</dc:creator>
  <cp:lastModifiedBy>Kresová Petra, Bc.</cp:lastModifiedBy>
  <cp:revision>3</cp:revision>
  <cp:lastPrinted>2025-05-12T07:23:00Z</cp:lastPrinted>
  <dcterms:created xsi:type="dcterms:W3CDTF">2025-11-06T14:01:00Z</dcterms:created>
  <dcterms:modified xsi:type="dcterms:W3CDTF">2025-11-06T14:05:00Z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